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7FFDF9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E62AF2" w:rsidRPr="00E75094">
        <w:rPr>
          <w:rFonts w:ascii="Verdana" w:hAnsi="Verdana"/>
          <w:b/>
          <w:bCs/>
        </w:rPr>
        <w:t>„Dodávka nafty pro speciální vozidla OŘ Plzeň“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E62AF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E62AF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490B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2AF2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4490B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465</Words>
  <Characters>2746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13</cp:revision>
  <cp:lastPrinted>2017-11-28T17:18:00Z</cp:lastPrinted>
  <dcterms:created xsi:type="dcterms:W3CDTF">2023-11-16T10:29:00Z</dcterms:created>
  <dcterms:modified xsi:type="dcterms:W3CDTF">2025-09-18T07:40:00Z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